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4A70F7E3" w:rsidR="00A27829" w:rsidRPr="00B00F12" w:rsidRDefault="00B00F12" w:rsidP="00A27829">
      <w:pPr>
        <w:pStyle w:val="Head"/>
      </w:pPr>
      <w:r w:rsidRPr="00B00F12">
        <w:t>Hamm</w:t>
      </w:r>
      <w:r w:rsidR="0080034A">
        <w:t xml:space="preserve"> </w:t>
      </w:r>
      <w:r w:rsidR="0080034A" w:rsidRPr="00A6704D">
        <w:t>|</w:t>
      </w:r>
      <w:r w:rsidR="0080034A" w:rsidRPr="00B00F12">
        <w:t xml:space="preserve"> </w:t>
      </w:r>
      <w:r w:rsidRPr="00B00F12">
        <w:t>Serie HX – das neue Flaggschiff</w:t>
      </w:r>
    </w:p>
    <w:p w14:paraId="26F0996C" w14:textId="5C4CB09D" w:rsidR="00A46F1E" w:rsidRPr="00B00F12" w:rsidRDefault="00B00F12" w:rsidP="00881E44">
      <w:pPr>
        <w:pStyle w:val="Subhead"/>
      </w:pPr>
      <w:r w:rsidRPr="00B00F12">
        <w:t>Schemelgelenkte Tandemwalzen: nachhaltig, intelligent und digital unterstützt</w:t>
      </w:r>
    </w:p>
    <w:p w14:paraId="193790FB" w14:textId="1FCEE684" w:rsidR="00A46F1E" w:rsidRPr="00B00F12" w:rsidRDefault="00495912" w:rsidP="00881E44">
      <w:pPr>
        <w:pStyle w:val="Teaser"/>
      </w:pPr>
      <w:r>
        <w:t>Hamm präsentiert</w:t>
      </w:r>
      <w:r w:rsidR="00B00F12" w:rsidRPr="00B00F12">
        <w:t xml:space="preserve"> eine neue Generation schemelgelenkter Tandemwalzen: die Serie HX. Sie ersetzt die Vorgängerserie DV+ und überzeugt durch intuitive Bedienung mit Easy Drive, </w:t>
      </w:r>
      <w:r w:rsidR="0080034A">
        <w:t>hohe</w:t>
      </w:r>
      <w:r w:rsidR="00B00F12" w:rsidRPr="00B00F12">
        <w:t xml:space="preserve"> Leistungsdaten, vi</w:t>
      </w:r>
      <w:r w:rsidR="000126AE">
        <w:t>ele Komfort-Merkmale sowie einem</w:t>
      </w:r>
      <w:r w:rsidR="00B00F12" w:rsidRPr="00B00F12">
        <w:t xml:space="preserve"> nachhaltigen Betrieb. Dazu trägt auch der neue digitale Verdichtungsassistent „Smart Compact“ bei. Zudem hat Hamm in der Serie HX viele Detailverbesserungen, neue Optionen und Schnittstellen realisiert. Alle Modelle </w:t>
      </w:r>
      <w:r w:rsidR="0080034A">
        <w:t>sind in den Ländern mit Abgasnorm EPA Tier 4 / EU Stage V verfügbar</w:t>
      </w:r>
      <w:r w:rsidR="00B00F12" w:rsidRPr="00B00F12">
        <w:t>.</w:t>
      </w:r>
    </w:p>
    <w:p w14:paraId="69F49D88" w14:textId="48004B9A" w:rsidR="00BD25D1" w:rsidRPr="00B00F12" w:rsidRDefault="00B00F12" w:rsidP="00754B80">
      <w:pPr>
        <w:pStyle w:val="Absatzberschrift"/>
      </w:pPr>
      <w:r w:rsidRPr="00B00F12">
        <w:t>Hohe Präzision</w:t>
      </w:r>
    </w:p>
    <w:p w14:paraId="684C6270" w14:textId="15850FDA" w:rsidR="00BD25D1" w:rsidRPr="00B00F12" w:rsidRDefault="00B00F12" w:rsidP="00BD25D1">
      <w:pPr>
        <w:pStyle w:val="Standardabsatz"/>
      </w:pPr>
      <w:r w:rsidRPr="00B00F12">
        <w:t>Die Serie HX ist das neue Flaggschiff der Hamm</w:t>
      </w:r>
      <w:r w:rsidR="0080034A">
        <w:t xml:space="preserve"> </w:t>
      </w:r>
      <w:r w:rsidRPr="00B00F12">
        <w:t>Flotte. Konzipiert für die Asphalt-Verdichtung, erzielen die Modelle HX 70i (7 t / 55,4 kW) bzw. HX 90i (9 t / 74,4 kW) auf Großbaustellen hohe Flächenleistungen. Zudem überzeugen sie auch bei anspruchsvollen Aufgaben wie dem Verdichten in Kurven mit hoher Präzision. Dabei spielt die Schemellenkung mit großem Drehwinkel, einem großen Spurversatz und vier</w:t>
      </w:r>
      <w:r w:rsidR="00FF0C72">
        <w:t xml:space="preserve"> verschiedenen</w:t>
      </w:r>
      <w:r w:rsidRPr="00B00F12">
        <w:t xml:space="preserve"> Lenkarten ihre Vorteile aus.</w:t>
      </w:r>
      <w:r w:rsidR="00BD25D1" w:rsidRPr="00B00F12">
        <w:t xml:space="preserve"> </w:t>
      </w:r>
    </w:p>
    <w:p w14:paraId="55696270" w14:textId="6FF3AC56" w:rsidR="00BD25D1" w:rsidRPr="00B00F12" w:rsidRDefault="00B00F12" w:rsidP="00754B80">
      <w:pPr>
        <w:pStyle w:val="Absatzberschrift"/>
      </w:pPr>
      <w:r w:rsidRPr="00B00F12">
        <w:t>Intelligente Fahrsteuerung mit Reversierautomatik</w:t>
      </w:r>
    </w:p>
    <w:p w14:paraId="49494B03" w14:textId="6FD306EB" w:rsidR="00BD25D1" w:rsidRPr="00B00F12" w:rsidRDefault="00B00F12" w:rsidP="00282AFC">
      <w:pPr>
        <w:pStyle w:val="Standardabsatz"/>
      </w:pPr>
      <w:r w:rsidRPr="00B00F12">
        <w:t xml:space="preserve">Ein Baustein für die hohe Verdichtungsqualität ist die intelligente Fahrsteuerung mit Reversierautomatik. In Kombination mit der elektrisch verstellbaren Sitz-Bedieneinheit sorgt sie für Qualität und Komfort. Sie bremst und beschleunigt die Walzen zügig, aber sanft. Zusätzlich dreht sich der Sitz beim Reversieren automatisch in Fahrtrichtung. Das ist am Markt einzigartig, schafft erstklassige Oberflächen und sorgt für ergonomisch günstiges Arbeiten bei </w:t>
      </w:r>
      <w:r w:rsidR="0080034A">
        <w:t xml:space="preserve">jederzeit gegebener </w:t>
      </w:r>
      <w:r w:rsidRPr="00B00F12">
        <w:t>Sicherheit.</w:t>
      </w:r>
    </w:p>
    <w:p w14:paraId="6F696BAE" w14:textId="3D7C6C84" w:rsidR="006D6CC6" w:rsidRPr="00B00F12" w:rsidRDefault="00B00F12" w:rsidP="006D6CC6">
      <w:pPr>
        <w:pStyle w:val="Absatzberschrift"/>
      </w:pPr>
      <w:r w:rsidRPr="00B00F12">
        <w:t>Verbesserte Freisicht</w:t>
      </w:r>
    </w:p>
    <w:p w14:paraId="5559165F" w14:textId="16CE49E0" w:rsidR="00930EF8" w:rsidRPr="00B00F12" w:rsidRDefault="00B00F12" w:rsidP="00930EF8">
      <w:pPr>
        <w:pStyle w:val="Standardabsatz"/>
      </w:pPr>
      <w:r w:rsidRPr="00B00F12">
        <w:t xml:space="preserve">Neue LED-Fahrtrichtungsanzeiger sowie Details rund um die Kabine geben der Serie HX ein unverwechselbares Design. Die komplett verglaste Panoramakabine bietet eine weiter verbesserte Freisicht mit </w:t>
      </w:r>
      <w:r w:rsidR="0080034A">
        <w:t xml:space="preserve">gutem </w:t>
      </w:r>
      <w:r w:rsidRPr="00B00F12">
        <w:t xml:space="preserve">Blick auf die Bandagenkanten. Optional kann eine Beleuchtung der Bandagen und der Bandagenkanten ergänzt werden. Für optimale Sicht ist serienmäßig ein Kamerasystem mit zwei robusten Monitoren (IP 67) integriert. Durch </w:t>
      </w:r>
      <w:r w:rsidR="00FF0C72">
        <w:t xml:space="preserve">die Aufteilung des Bildschirms </w:t>
      </w:r>
      <w:r w:rsidRPr="00B00F12">
        <w:t>ist unabhängig von der Sitzposition permanent die Sicht nach vorne und hinten gegeben. Nach wie vor einzigartig ist das Glasfenster im Kabinenboden für den Blick auf die Bandagen. Zur Reinigung lässt es sich nach innen klappen.</w:t>
      </w:r>
    </w:p>
    <w:p w14:paraId="55BC2642" w14:textId="5B9A4AC9" w:rsidR="00930EF8" w:rsidRPr="00B00F12" w:rsidRDefault="00B00F12" w:rsidP="00930EF8">
      <w:pPr>
        <w:pStyle w:val="Absatzberschrift"/>
      </w:pPr>
      <w:r w:rsidRPr="00B00F12">
        <w:t>Einfache Bedienung, Ergonomie und Komfort dank Easy Drive</w:t>
      </w:r>
    </w:p>
    <w:p w14:paraId="727BE1A8" w14:textId="77777777" w:rsidR="00FF0C72" w:rsidRDefault="00B00F12" w:rsidP="00930EF8">
      <w:pPr>
        <w:pStyle w:val="Standardabsatz"/>
      </w:pPr>
      <w:r w:rsidRPr="00B00F12">
        <w:t xml:space="preserve">Das Bedienkonzept Easy Drive verbindet einen ergonomisch optimierten Fahrerstand mit der durchdachten Bedienstruktur. Dazu gehört die sprachneutrale und selbsterklärende Bedienung der Serie HX; sie ist trotz der umfangreichen Maschinenfunktionen intuitiv und sehr schnell erlernbar. Gelenkt wird per Lenkrad; alle anderen wichtigen Funktionen werden über einen Joystick und die Multifunktionsarmlehne bedient. Die Position der Armlehnen und der Neigungswinkel der Lenksäule sind einstellbar. </w:t>
      </w:r>
    </w:p>
    <w:p w14:paraId="2E149376" w14:textId="11EAA9AC" w:rsidR="00930EF8" w:rsidRPr="00B00F12" w:rsidRDefault="00B00F12" w:rsidP="00930EF8">
      <w:pPr>
        <w:pStyle w:val="Standardabsatz"/>
      </w:pPr>
      <w:r w:rsidRPr="00B00F12">
        <w:lastRenderedPageBreak/>
        <w:t>Dazu kommt ein ergonomischer Aufstieg, auf Wunsch klappbare Armlehnen sowie ein Komfortausstieg sowie Komfort-Features wie jeweils zwei 12-Volt- und USB-Steckdosen und viele Staufächer.</w:t>
      </w:r>
    </w:p>
    <w:p w14:paraId="6669D568" w14:textId="237B20FF" w:rsidR="00930EF8" w:rsidRPr="00B00F12" w:rsidRDefault="00B00F12" w:rsidP="00930EF8">
      <w:pPr>
        <w:pStyle w:val="Absatzberschrift"/>
      </w:pPr>
      <w:r w:rsidRPr="00B00F12">
        <w:t>Neue Additiv-Mischanlage, neue Splittstreuer</w:t>
      </w:r>
    </w:p>
    <w:p w14:paraId="052CD1D3" w14:textId="1D44F7C4" w:rsidR="00930EF8" w:rsidRPr="00B00F12" w:rsidRDefault="00B00F12" w:rsidP="00930EF8">
      <w:pPr>
        <w:pStyle w:val="Standardabsatz"/>
      </w:pPr>
      <w:r w:rsidRPr="00B00F12">
        <w:t>Eine überarbeitete Zweikreis-Additiv-Mischanlage</w:t>
      </w:r>
      <w:r w:rsidR="002E7916">
        <w:t xml:space="preserve"> für die Kombiwalzen</w:t>
      </w:r>
      <w:r w:rsidRPr="00B00F12">
        <w:t xml:space="preserve"> spart Wasser und erhöht die Reichweite, da die Berieselung vorne und hinten getrennt voneinander angesteuert wird. Wasser und Additiv können separat oder als Gemisch gesprüht werden.</w:t>
      </w:r>
      <w:r w:rsidR="00930EF8" w:rsidRPr="00B00F12">
        <w:t xml:space="preserve"> </w:t>
      </w:r>
      <w:r w:rsidRPr="00B00F12">
        <w:t>Zum Abstreuen von Deckschichten hat Hamm für die Serie HX verbesserte Splittstreuer im Programm: die Linienstreuer HLS 150 (7</w:t>
      </w:r>
      <w:r w:rsidR="006025F0">
        <w:t>6</w:t>
      </w:r>
      <w:r w:rsidRPr="00B00F12">
        <w:t>0 l) und HLS 170 (960 l) sowie den Tellerstreuer HDS (</w:t>
      </w:r>
      <w:r w:rsidR="00D65774">
        <w:t>750</w:t>
      </w:r>
      <w:r w:rsidRPr="00B00F12">
        <w:t xml:space="preserve"> l, Streubreite </w:t>
      </w:r>
      <w:r w:rsidR="00D65774">
        <w:t>8</w:t>
      </w:r>
      <w:r w:rsidRPr="00B00F12">
        <w:t xml:space="preserve"> m). Alle Modelle sind optional höhenverstellbar. Optional steht auch eine innovative Absetzvorrichtung zur Verfügung, sodass die Montage und Demontage ohne Stapler oder Kran möglich ist. Die Streuer werden vom Fahrerstand aus bedient und sind ausgestattet mit selbsttätig aufrollenden Abdeckplanen sowie einer integrierten LED-Beleuchtung.</w:t>
      </w:r>
    </w:p>
    <w:p w14:paraId="237A335E" w14:textId="5772994B" w:rsidR="00930EF8" w:rsidRPr="00B00F12" w:rsidRDefault="00B00F12" w:rsidP="00930EF8">
      <w:pPr>
        <w:pStyle w:val="Absatzberschrift"/>
      </w:pPr>
      <w:r w:rsidRPr="00B00F12">
        <w:t>Verdichtungsassistent Smart Compact</w:t>
      </w:r>
    </w:p>
    <w:p w14:paraId="3B0C475B" w14:textId="063FDA8F" w:rsidR="00B00F12" w:rsidRPr="00B00F12" w:rsidRDefault="00B00F12" w:rsidP="00B00F12">
      <w:pPr>
        <w:pStyle w:val="Standardabsatz"/>
      </w:pPr>
      <w:r w:rsidRPr="00B00F12">
        <w:t xml:space="preserve">In den Walzen der Serie HX kann der Verdichtungsassistent Smart Compact eingesetzt werden. Das System entscheidet automatisch und separat für jede Bandage, wie verdichtet wird: mit Vibration und großer oder kleiner Amplitude, mit Oszillation oder statisch. Die Fahrer geben lediglich ein, ob eine Trag-, Binder- oder Deckschicht verdichtet werden soll. Der Assistent wertet Daten über den Zustand des Asphalts aus und bindet optional über eine integrierte Wetterstation auch lokale Wetterdaten ein. Damit automatisiert Hamm als erster Hersteller weltweit die separate Einstellung beider Bandagen und hebt die Prozesssicherheit sowie die Qualität der Verdichtung und der Oberflächen auf ein neues Niveau. </w:t>
      </w:r>
    </w:p>
    <w:p w14:paraId="611A3E9B" w14:textId="53614E6B" w:rsidR="00B00F12" w:rsidRPr="00B00F12" w:rsidRDefault="00B00F12" w:rsidP="00B00F12">
      <w:pPr>
        <w:pStyle w:val="Absatzberschrift"/>
      </w:pPr>
      <w:r w:rsidRPr="00B00F12">
        <w:t>Nachhaltig verdichten, Kraftstoff sparen</w:t>
      </w:r>
    </w:p>
    <w:p w14:paraId="46E0A443" w14:textId="36698719" w:rsidR="00B00F12" w:rsidRPr="00B00F12" w:rsidRDefault="00B00F12" w:rsidP="00B00F12">
      <w:pPr>
        <w:pStyle w:val="Standardabsatz"/>
      </w:pPr>
      <w:r w:rsidRPr="00B00F12">
        <w:t xml:space="preserve">Die Motoren arbeiten mit abgesenkter Drehzahl von 1.500 – 2.000 U/min. Das reduziert Kraftstoffverbrauch, Schall- und Abgasemissionen. Dabei ist die hohe Verdichtungsleistung durch leistungsstarke Fahrpumpen sichergestellt. Zudem schaltet die Motor-Stopp-Automatik den Motor bei längerer Inaktivität automatisch ab. Smart Compact trägt ebenfalls zur Nachhaltigkeit bei. Der Assistent spart zusätzlich bis zu 15% Kraftstoff, indem er die Vibration oder Oszillation abschaltet, sobald </w:t>
      </w:r>
      <w:r w:rsidR="00F803DB">
        <w:t xml:space="preserve">diese </w:t>
      </w:r>
      <w:r w:rsidRPr="00B00F12">
        <w:t>nicht mehr sinnvoll sind. Nicht zuletzt können die Walzen mit Diesel oder mit HVO-Kraftstoff betrieben werden.</w:t>
      </w:r>
    </w:p>
    <w:p w14:paraId="330A8405" w14:textId="0F59579A" w:rsidR="00B00F12" w:rsidRPr="00B00F12" w:rsidRDefault="00B00F12" w:rsidP="00B00F12">
      <w:pPr>
        <w:pStyle w:val="Absatzberschrift"/>
      </w:pPr>
      <w:r>
        <w:t xml:space="preserve">Moderne </w:t>
      </w:r>
      <w:r w:rsidRPr="00B00F12">
        <w:t>Lösungen für Dokumentation, Kommunikation und Wartung</w:t>
      </w:r>
    </w:p>
    <w:p w14:paraId="357779F3" w14:textId="4813B55D" w:rsidR="00B00F12" w:rsidRPr="00B00F12" w:rsidRDefault="00B00F12" w:rsidP="00B00F12">
      <w:pPr>
        <w:pStyle w:val="Standardabsatz"/>
      </w:pPr>
      <w:r w:rsidRPr="00B00F12">
        <w:t>Dank zahlreicher Schnittstellen und entsprechender Hardware sind die Walzen der Serie HX vorbereitet auf künftige Anwendungen, Qualitäts-, Dokumentations- und Kommunikationsanforderungen. U</w:t>
      </w:r>
      <w:r w:rsidR="00FF0C72">
        <w:t>nter anderem bietet Hamm mit einer</w:t>
      </w:r>
      <w:r w:rsidRPr="00B00F12">
        <w:t xml:space="preserve"> PDS-Schnittstelle</w:t>
      </w:r>
      <w:r w:rsidR="00FF0C72">
        <w:t xml:space="preserve"> (Proximity Detection System)</w:t>
      </w:r>
      <w:r w:rsidRPr="00B00F12">
        <w:t xml:space="preserve"> die Möglichkeit, Systeme zur Vermeidung von Kollisionen einzubinden. Zudem ist das Telematiksystem JD Link in allen Modellen an Bord. Damit können unter anderem die Leistungsdaten der Walzen, Füllstände, Fehlermeldungen, Betriebsstunden oder Serviceintervalle jederzeit und von jedem Ort abgerufen werden.</w:t>
      </w:r>
    </w:p>
    <w:p w14:paraId="438E39B7" w14:textId="4F669C3E" w:rsidR="00B00F12" w:rsidRPr="00B00F12" w:rsidRDefault="00B00F12" w:rsidP="00B00F12">
      <w:pPr>
        <w:pStyle w:val="Absatzberschrift"/>
      </w:pPr>
      <w:r w:rsidRPr="00B00F12">
        <w:t>Neun Modelle und geteilte Bandagen</w:t>
      </w:r>
    </w:p>
    <w:p w14:paraId="52BF1A80" w14:textId="77777777" w:rsidR="001C571E" w:rsidRDefault="00B00F12" w:rsidP="00B00F12">
      <w:pPr>
        <w:pStyle w:val="Standardabsatz"/>
      </w:pPr>
      <w:r w:rsidRPr="00B00F12">
        <w:t xml:space="preserve">Die Walzen der Serie HX gibt es mit 7 t (HX 70i) und 9 t (HX 90i) Einsatzgewicht. Unter den insgesamt neun Versionen sind Modelle mit zwei Vibrationsbandagen, einer Oszillations- und einer Vibrationsbandage sowie Kombiwalzen. </w:t>
      </w:r>
    </w:p>
    <w:p w14:paraId="4DE781AF" w14:textId="1957A76F" w:rsidR="006D6CC6" w:rsidRPr="00B00F12" w:rsidRDefault="00B00F12" w:rsidP="00B00F12">
      <w:pPr>
        <w:pStyle w:val="Standardabsatz"/>
      </w:pPr>
      <w:r w:rsidRPr="00B00F12">
        <w:lastRenderedPageBreak/>
        <w:t>Dabei sind die Vibrations- und Oszillationsbandagen je nach Modell als geteilte oder ungeteilte Bandage ausgeführt.</w:t>
      </w:r>
    </w:p>
    <w:p w14:paraId="31412CCB" w14:textId="10995DDC" w:rsidR="00E15EBE" w:rsidRPr="00B00F12" w:rsidRDefault="00E15EBE" w:rsidP="00E15EBE">
      <w:pPr>
        <w:pStyle w:val="Fotos"/>
      </w:pPr>
      <w:r w:rsidRPr="00B00F12">
        <w:t>Fotos:</w:t>
      </w:r>
    </w:p>
    <w:p w14:paraId="20879CE4" w14:textId="3BC29726" w:rsidR="002611FE" w:rsidRPr="00B00F12" w:rsidRDefault="00A46F1E" w:rsidP="002611FE">
      <w:pPr>
        <w:pStyle w:val="BUbold"/>
      </w:pPr>
      <w:r w:rsidRPr="00D23E57">
        <w:rPr>
          <w:noProof/>
          <w:lang w:eastAsia="de-DE"/>
        </w:rPr>
        <w:drawing>
          <wp:inline distT="0" distB="0" distL="0" distR="0" wp14:anchorId="1B66E54E" wp14:editId="54E3E0E7">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rsidR="002611FE" w:rsidRPr="00B00F12">
        <w:br/>
      </w:r>
      <w:r w:rsidR="007B2252">
        <w:t>HAMM_HX</w:t>
      </w:r>
      <w:r w:rsidR="007B2252" w:rsidRPr="006F6AFE">
        <w:t xml:space="preserve"> </w:t>
      </w:r>
      <w:r w:rsidR="007B2252">
        <w:t>Series</w:t>
      </w:r>
      <w:r w:rsidR="007B2252" w:rsidRPr="006F6AFE">
        <w:t>_01</w:t>
      </w:r>
    </w:p>
    <w:p w14:paraId="1F8A7162" w14:textId="2D7F3892" w:rsidR="006C0C87" w:rsidRPr="00B00F12" w:rsidRDefault="00B00F12" w:rsidP="00C84D75">
      <w:pPr>
        <w:pStyle w:val="BUnormal"/>
      </w:pPr>
      <w:r w:rsidRPr="00B00F12">
        <w:t>Hamm br</w:t>
      </w:r>
      <w:r w:rsidR="00495912">
        <w:t>achte</w:t>
      </w:r>
      <w:r w:rsidRPr="00B00F12">
        <w:t xml:space="preserve"> zur Bauma 2022 die Serie HX mit den Modellen HX 70i und HX 90i auf den Markt und ersetzt damit die Serie DV+. Ihre Panoramakabine bietet in jeder Fahrtrichtung den Blick auf die Bandagenkanten.</w:t>
      </w:r>
    </w:p>
    <w:p w14:paraId="47324A88" w14:textId="77777777" w:rsidR="002611FE" w:rsidRPr="00B00F12" w:rsidRDefault="002611FE" w:rsidP="002611FE">
      <w:pPr>
        <w:pStyle w:val="BUnormal"/>
      </w:pPr>
    </w:p>
    <w:p w14:paraId="29E92010" w14:textId="71A38942" w:rsidR="00BD25D1" w:rsidRPr="00B00F12" w:rsidRDefault="00BD25D1" w:rsidP="00BD25D1">
      <w:pPr>
        <w:pStyle w:val="BUbold"/>
      </w:pPr>
      <w:r w:rsidRPr="00D23E57">
        <w:rPr>
          <w:b w:val="0"/>
          <w:noProof/>
          <w:lang w:eastAsia="de-DE"/>
        </w:rPr>
        <w:drawing>
          <wp:inline distT="0" distB="0" distL="0" distR="0" wp14:anchorId="7CBAC95B" wp14:editId="376055BF">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ras, Transport, Asphalt, Kämpfer enthält.&#10;&#10;Automatisch generierte Beschreibu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rsidRPr="00B00F12">
        <w:br/>
      </w:r>
      <w:r w:rsidR="007B2252" w:rsidRPr="006F6AFE">
        <w:t>HAMM_H</w:t>
      </w:r>
      <w:r w:rsidR="00E51690">
        <w:t>X</w:t>
      </w:r>
      <w:r w:rsidR="007B2252" w:rsidRPr="006F6AFE">
        <w:t xml:space="preserve"> </w:t>
      </w:r>
      <w:r w:rsidR="007B2252">
        <w:t>Series_02</w:t>
      </w:r>
    </w:p>
    <w:p w14:paraId="6F7FC9EB" w14:textId="017B002B" w:rsidR="00BD25D1" w:rsidRPr="00B00F12" w:rsidRDefault="0080034A" w:rsidP="002611FE">
      <w:pPr>
        <w:pStyle w:val="BUnormal"/>
      </w:pPr>
      <w:r>
        <w:t>Mit dem digitalen Verdichtungsassistenten Smart Compact</w:t>
      </w:r>
      <w:r w:rsidR="00B00F12" w:rsidRPr="00B00F12">
        <w:t xml:space="preserve"> automatisiert Hamm die Einstellung der einzelnen Bandagen und steigert die Prozesssicherheit. Der Assistent besticht durch eine klare und übersichtliche Benutzerführung, sodass das Personal sich voll auf das Fahren der Maschine konzentrieren kann.</w:t>
      </w:r>
      <w:r w:rsidR="00BD25D1" w:rsidRPr="00B00F12">
        <w:t xml:space="preserve"> </w:t>
      </w:r>
      <w:r w:rsidR="002611FE" w:rsidRPr="00B00F12">
        <w:br/>
      </w:r>
    </w:p>
    <w:p w14:paraId="04824B2F" w14:textId="1D2C88F5" w:rsidR="00F74540" w:rsidRPr="006C0C87" w:rsidRDefault="00E15EBE" w:rsidP="006C0C87">
      <w:pPr>
        <w:pStyle w:val="Note"/>
      </w:pPr>
      <w:r w:rsidRPr="00F74540">
        <w:rPr>
          <w:lang w:eastAsia="de-DE"/>
        </w:rPr>
        <w:t>Hinweis:</w:t>
      </w:r>
      <w:r w:rsidR="00A46F1E" w:rsidRPr="00F74540">
        <w:rPr>
          <w:lang w:eastAsia="de-DE"/>
        </w:rPr>
        <w:t xml:space="preserve"> </w:t>
      </w:r>
      <w:r w:rsidR="00A46F1E" w:rsidRPr="00F74540">
        <w:t>Diese Fotos dienen lediglich der Voransicht. Für den Abdruck in den Publikationen nutzen Sie bitte die Fotos in 300 dpi-Auflösung, die auf den Webseiten der Wirtgen Group als Download zur Verfügung stehen.</w:t>
      </w:r>
    </w:p>
    <w:p w14:paraId="55931FB8" w14:textId="77777777" w:rsidR="00E15EBE" w:rsidRDefault="00E15EBE" w:rsidP="00E15EBE">
      <w:pPr>
        <w:pStyle w:val="Absatzberschrift"/>
        <w:rPr>
          <w:iCs/>
        </w:rPr>
      </w:pPr>
      <w:r>
        <w:rPr>
          <w:iCs/>
        </w:rPr>
        <w:t>Weitere Informationen erhalten Sie bei:</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sidRPr="002B783A">
        <w:rPr>
          <w:b w:val="0"/>
          <w:bCs/>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Reinhard-Wirtgen-Straße 2</w:t>
      </w:r>
    </w:p>
    <w:p w14:paraId="1063A82F" w14:textId="77777777" w:rsidR="00E15EBE" w:rsidRDefault="00E15EBE" w:rsidP="00E15EBE">
      <w:pPr>
        <w:pStyle w:val="Fuzeile1"/>
      </w:pPr>
      <w:r>
        <w:t>53578 Windhagen</w:t>
      </w:r>
    </w:p>
    <w:p w14:paraId="5A37CC2B" w14:textId="77777777" w:rsidR="00E15EBE" w:rsidRDefault="00E15EBE" w:rsidP="00E15EBE">
      <w:pPr>
        <w:pStyle w:val="Fuzeile1"/>
      </w:pPr>
      <w:r>
        <w:t>Deutschland</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Telefon: +49 (0) 2645 131 – 1966 </w:t>
      </w:r>
    </w:p>
    <w:p w14:paraId="65F4C38F" w14:textId="77777777" w:rsidR="00E15EBE" w:rsidRDefault="00E15EBE" w:rsidP="00E15EBE">
      <w:pPr>
        <w:pStyle w:val="Fuzeile1"/>
      </w:pPr>
      <w:r>
        <w:t>Telefax: +49 (0) 2645 131 – 499</w:t>
      </w:r>
    </w:p>
    <w:p w14:paraId="79FF3B7C" w14:textId="0C549577" w:rsidR="00E15EBE" w:rsidRDefault="00E15EBE" w:rsidP="00E15EBE">
      <w:pPr>
        <w:pStyle w:val="Fuzeile1"/>
      </w:pPr>
      <w:r>
        <w:t xml:space="preserve">E-Mail: </w:t>
      </w:r>
      <w:r w:rsidR="002F70FD">
        <w:rPr>
          <w:rFonts w:cs="Times New Roman (Textkörper CS)" w:hint="cs"/>
        </w:rPr>
        <w:t>P</w:t>
      </w:r>
      <w:r w:rsidR="002F70FD">
        <w:rPr>
          <w:rFonts w:cs="Times New Roman (Textkörper CS)"/>
        </w:rPr>
        <w:t>R@wirtgen-group.com</w:t>
      </w:r>
      <w:r w:rsidRPr="00F91A52">
        <w:rPr>
          <w:vanish/>
        </w:rPr>
        <w:t>PR@wirtgen-group.com</w:t>
      </w:r>
    </w:p>
    <w:p w14:paraId="4F99EB86" w14:textId="77777777" w:rsidR="00E15EBE" w:rsidRPr="00F91A52" w:rsidRDefault="00E15EBE" w:rsidP="00E15EBE">
      <w:pPr>
        <w:pStyle w:val="Fuzeile1"/>
        <w:rPr>
          <w:vanish/>
        </w:rPr>
      </w:pPr>
    </w:p>
    <w:p w14:paraId="3D604A55" w14:textId="7A2E9182" w:rsidR="00F048D4" w:rsidRPr="00F74540" w:rsidRDefault="00E15EBE" w:rsidP="00F74540">
      <w:pPr>
        <w:pStyle w:val="Fuzeile1"/>
      </w:pPr>
      <w:r w:rsidRPr="00293151">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2E7916" w:rsidRDefault="002E7916" w:rsidP="00E55534">
      <w:r>
        <w:separator/>
      </w:r>
    </w:p>
  </w:endnote>
  <w:endnote w:type="continuationSeparator" w:id="0">
    <w:p w14:paraId="6447E3E1" w14:textId="77777777" w:rsidR="002E7916" w:rsidRDefault="002E791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Textkörper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81A34" w14:textId="77777777" w:rsidR="0080034A" w:rsidRDefault="0080034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2E7916" w:rsidRPr="00723F4F" w14:paraId="09CC4821" w14:textId="77777777" w:rsidTr="00723F4F">
      <w:trPr>
        <w:trHeight w:hRule="exact" w:val="227"/>
      </w:trPr>
      <w:tc>
        <w:tcPr>
          <w:tcW w:w="8364" w:type="dxa"/>
          <w:shd w:val="clear" w:color="auto" w:fill="auto"/>
        </w:tcPr>
        <w:p w14:paraId="76C581C2" w14:textId="77777777" w:rsidR="002E7916" w:rsidRPr="00723F4F" w:rsidRDefault="002E7916"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11CC0F01" w:rsidR="002E7916" w:rsidRPr="00723F4F" w:rsidRDefault="002E7916" w:rsidP="00723F4F">
          <w:pPr>
            <w:pStyle w:val="Seitenzahlen"/>
            <w:rPr>
              <w:szCs w:val="20"/>
            </w:rPr>
          </w:pPr>
          <w:r w:rsidRPr="00723F4F">
            <w:rPr>
              <w:szCs w:val="20"/>
            </w:rPr>
            <w:fldChar w:fldCharType="begin"/>
          </w:r>
          <w:r w:rsidRPr="00723F4F">
            <w:rPr>
              <w:szCs w:val="20"/>
            </w:rPr>
            <w:instrText xml:space="preserve"> </w:instrText>
          </w:r>
          <w:r>
            <w:rPr>
              <w:szCs w:val="20"/>
            </w:rPr>
            <w:instrText>PAGE</w:instrText>
          </w:r>
          <w:r w:rsidRPr="00723F4F">
            <w:rPr>
              <w:szCs w:val="20"/>
            </w:rPr>
            <w:instrText xml:space="preserve"> \# "</w:instrText>
          </w:r>
          <w:r>
            <w:rPr>
              <w:szCs w:val="20"/>
            </w:rPr>
            <w:instrText>00</w:instrText>
          </w:r>
          <w:r w:rsidRPr="00723F4F">
            <w:rPr>
              <w:szCs w:val="20"/>
            </w:rPr>
            <w:instrText>"</w:instrText>
          </w:r>
          <w:r w:rsidRPr="00723F4F">
            <w:rPr>
              <w:szCs w:val="20"/>
            </w:rPr>
            <w:fldChar w:fldCharType="separate"/>
          </w:r>
          <w:r w:rsidR="00FE5313">
            <w:rPr>
              <w:noProof/>
              <w:szCs w:val="20"/>
            </w:rPr>
            <w:t>03</w:t>
          </w:r>
          <w:r w:rsidRPr="00723F4F">
            <w:rPr>
              <w:szCs w:val="20"/>
            </w:rPr>
            <w:fldChar w:fldCharType="end"/>
          </w:r>
        </w:p>
      </w:tc>
    </w:tr>
  </w:tbl>
  <w:p w14:paraId="7CF7D2C8" w14:textId="77777777" w:rsidR="002E7916" w:rsidRDefault="002E7916">
    <w:pPr>
      <w:pStyle w:val="Fuzeile"/>
    </w:pPr>
    <w:r>
      <w:rPr>
        <w:noProof/>
        <w:lang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2E7916" w:rsidRPr="00723F4F" w14:paraId="7F336EBB" w14:textId="77777777" w:rsidTr="00723F4F">
      <w:tc>
        <w:tcPr>
          <w:tcW w:w="9664" w:type="dxa"/>
          <w:shd w:val="clear" w:color="auto" w:fill="auto"/>
        </w:tcPr>
        <w:p w14:paraId="319012F1" w14:textId="77777777" w:rsidR="002E7916" w:rsidRPr="00723F4F" w:rsidRDefault="002E7916"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2E7916" w:rsidRDefault="002E7916">
    <w:pPr>
      <w:pStyle w:val="Fuzeile"/>
    </w:pPr>
    <w:r>
      <w:rPr>
        <w:noProof/>
        <w:lang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2E7916" w:rsidRDefault="002E7916" w:rsidP="00E55534">
      <w:r>
        <w:separator/>
      </w:r>
    </w:p>
  </w:footnote>
  <w:footnote w:type="continuationSeparator" w:id="0">
    <w:p w14:paraId="3409E70A" w14:textId="77777777" w:rsidR="002E7916" w:rsidRDefault="002E791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CE85E" w14:textId="47435C35" w:rsidR="0080034A" w:rsidRDefault="0080034A">
    <w:pPr>
      <w:pStyle w:val="Kopfzeile"/>
    </w:pPr>
    <w:r>
      <w:rPr>
        <w:noProof/>
        <w:lang w:eastAsia="de-DE"/>
      </w:rPr>
      <mc:AlternateContent>
        <mc:Choice Requires="wps">
          <w:drawing>
            <wp:anchor distT="0" distB="0" distL="0" distR="0" simplePos="0" relativeHeight="251662336" behindDoc="0" locked="0" layoutInCell="1" allowOverlap="1" wp14:anchorId="7E352854" wp14:editId="6FDC136A">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5336FE" w14:textId="16719F7E" w:rsidR="0080034A" w:rsidRPr="0080034A" w:rsidRDefault="0080034A">
                          <w:pPr>
                            <w:rPr>
                              <w:rFonts w:ascii="Calibri" w:eastAsia="Calibri" w:hAnsi="Calibri" w:cs="Calibri"/>
                              <w:noProof/>
                              <w:color w:val="FF0000"/>
                              <w:sz w:val="20"/>
                              <w:szCs w:val="20"/>
                            </w:rPr>
                          </w:pPr>
                          <w:r w:rsidRPr="0080034A">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E352854"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F5336FE" w14:textId="16719F7E" w:rsidR="0080034A" w:rsidRPr="0080034A" w:rsidRDefault="0080034A">
                    <w:pPr>
                      <w:rPr>
                        <w:rFonts w:ascii="Calibri" w:eastAsia="Calibri" w:hAnsi="Calibri" w:cs="Calibri"/>
                        <w:noProof/>
                        <w:color w:val="FF0000"/>
                        <w:sz w:val="20"/>
                        <w:szCs w:val="20"/>
                      </w:rPr>
                    </w:pPr>
                    <w:r w:rsidRPr="0080034A">
                      <w:rPr>
                        <w:rFonts w:ascii="Calibri" w:eastAsia="Calibri" w:hAnsi="Calibri" w:cs="Calibri"/>
                        <w:noProof/>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3923BB84" w:rsidR="002E7916" w:rsidRPr="00533132" w:rsidRDefault="0080034A" w:rsidP="00533132">
    <w:pPr>
      <w:pStyle w:val="Kopfzeile"/>
    </w:pPr>
    <w:r>
      <w:rPr>
        <w:noProof/>
        <w:lang w:eastAsia="de-DE"/>
      </w:rPr>
      <mc:AlternateContent>
        <mc:Choice Requires="wps">
          <w:drawing>
            <wp:anchor distT="0" distB="0" distL="0" distR="0" simplePos="0" relativeHeight="251663360" behindDoc="0" locked="0" layoutInCell="1" allowOverlap="1" wp14:anchorId="2ADD9750" wp14:editId="29EF9EA2">
              <wp:simplePos x="756138" y="448408"/>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DFE935" w14:textId="0C026289" w:rsidR="0080034A" w:rsidRPr="0080034A" w:rsidRDefault="0080034A">
                          <w:pPr>
                            <w:rPr>
                              <w:rFonts w:ascii="Calibri" w:eastAsia="Calibri" w:hAnsi="Calibri" w:cs="Calibri"/>
                              <w:noProof/>
                              <w:color w:val="FF0000"/>
                              <w:sz w:val="20"/>
                              <w:szCs w:val="20"/>
                            </w:rPr>
                          </w:pPr>
                          <w:r w:rsidRPr="0080034A">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ADD9750"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3FDFE935" w14:textId="0C026289" w:rsidR="0080034A" w:rsidRPr="0080034A" w:rsidRDefault="0080034A">
                    <w:pPr>
                      <w:rPr>
                        <w:rFonts w:ascii="Calibri" w:eastAsia="Calibri" w:hAnsi="Calibri" w:cs="Calibri"/>
                        <w:noProof/>
                        <w:color w:val="FF0000"/>
                        <w:sz w:val="20"/>
                        <w:szCs w:val="20"/>
                      </w:rPr>
                    </w:pPr>
                    <w:r w:rsidRPr="0080034A">
                      <w:rPr>
                        <w:rFonts w:ascii="Calibri" w:eastAsia="Calibri" w:hAnsi="Calibri" w:cs="Calibri"/>
                        <w:noProof/>
                        <w:color w:val="FF0000"/>
                        <w:sz w:val="20"/>
                        <w:szCs w:val="20"/>
                      </w:rPr>
                      <w:t>Public</w:t>
                    </w:r>
                  </w:p>
                </w:txbxContent>
              </v:textbox>
              <w10:wrap type="square" anchorx="margin"/>
            </v:shape>
          </w:pict>
        </mc:Fallback>
      </mc:AlternateContent>
    </w:r>
    <w:r w:rsidR="002E7916">
      <w:rPr>
        <w:noProof/>
        <w:lang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17934A1" w:rsidR="002E7916" w:rsidRDefault="0080034A">
    <w:pPr>
      <w:pStyle w:val="Kopfzeile"/>
    </w:pPr>
    <w:r>
      <w:rPr>
        <w:noProof/>
        <w:lang w:eastAsia="de-DE"/>
      </w:rPr>
      <mc:AlternateContent>
        <mc:Choice Requires="wps">
          <w:drawing>
            <wp:anchor distT="0" distB="0" distL="0" distR="0" simplePos="0" relativeHeight="251661312" behindDoc="0" locked="0" layoutInCell="1" allowOverlap="1" wp14:anchorId="01E4ED04" wp14:editId="65CF25C6">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00B1FC" w14:textId="2CB8F9E6" w:rsidR="0080034A" w:rsidRPr="0080034A" w:rsidRDefault="0080034A">
                          <w:pPr>
                            <w:rPr>
                              <w:rFonts w:ascii="Calibri" w:eastAsia="Calibri" w:hAnsi="Calibri" w:cs="Calibri"/>
                              <w:noProof/>
                              <w:color w:val="FF0000"/>
                              <w:sz w:val="20"/>
                              <w:szCs w:val="20"/>
                            </w:rPr>
                          </w:pPr>
                          <w:r w:rsidRPr="0080034A">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1E4ED04"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6300B1FC" w14:textId="2CB8F9E6" w:rsidR="0080034A" w:rsidRPr="0080034A" w:rsidRDefault="0080034A">
                    <w:pPr>
                      <w:rPr>
                        <w:rFonts w:ascii="Calibri" w:eastAsia="Calibri" w:hAnsi="Calibri" w:cs="Calibri"/>
                        <w:noProof/>
                        <w:color w:val="FF0000"/>
                        <w:sz w:val="20"/>
                        <w:szCs w:val="20"/>
                      </w:rPr>
                    </w:pPr>
                    <w:r w:rsidRPr="0080034A">
                      <w:rPr>
                        <w:rFonts w:ascii="Calibri" w:eastAsia="Calibri" w:hAnsi="Calibri" w:cs="Calibri"/>
                        <w:noProof/>
                        <w:color w:val="FF0000"/>
                        <w:sz w:val="20"/>
                        <w:szCs w:val="20"/>
                      </w:rPr>
                      <w:t>Public</w:t>
                    </w:r>
                  </w:p>
                </w:txbxContent>
              </v:textbox>
              <w10:wrap type="square" anchorx="margin"/>
            </v:shape>
          </w:pict>
        </mc:Fallback>
      </mc:AlternateContent>
    </w:r>
    <w:r w:rsidR="002E7916">
      <w:rPr>
        <w:noProof/>
        <w:lang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2E7916">
      <w:rPr>
        <w:noProof/>
        <w:lang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7916">
      <w:rPr>
        <w:noProof/>
        <w:lang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2pt;height:1500.2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26AE"/>
    <w:rsid w:val="000148B3"/>
    <w:rsid w:val="00042106"/>
    <w:rsid w:val="00050B56"/>
    <w:rsid w:val="0005285B"/>
    <w:rsid w:val="00055529"/>
    <w:rsid w:val="00062C3A"/>
    <w:rsid w:val="00066D09"/>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1C571E"/>
    <w:rsid w:val="00200355"/>
    <w:rsid w:val="0021351D"/>
    <w:rsid w:val="00253A2E"/>
    <w:rsid w:val="002603EC"/>
    <w:rsid w:val="002611FE"/>
    <w:rsid w:val="00282AFC"/>
    <w:rsid w:val="00286C15"/>
    <w:rsid w:val="0029634D"/>
    <w:rsid w:val="002C7542"/>
    <w:rsid w:val="002D065C"/>
    <w:rsid w:val="002D0780"/>
    <w:rsid w:val="002D2EE5"/>
    <w:rsid w:val="002D63E6"/>
    <w:rsid w:val="002E765F"/>
    <w:rsid w:val="002E7916"/>
    <w:rsid w:val="002E7E4E"/>
    <w:rsid w:val="002F108B"/>
    <w:rsid w:val="002F5818"/>
    <w:rsid w:val="002F70FD"/>
    <w:rsid w:val="0030316D"/>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6460D"/>
    <w:rsid w:val="00467F3C"/>
    <w:rsid w:val="0047498D"/>
    <w:rsid w:val="00476100"/>
    <w:rsid w:val="00487BFC"/>
    <w:rsid w:val="00495912"/>
    <w:rsid w:val="004A463B"/>
    <w:rsid w:val="004C1967"/>
    <w:rsid w:val="004D23D0"/>
    <w:rsid w:val="004D2BE0"/>
    <w:rsid w:val="004E6EF5"/>
    <w:rsid w:val="00506409"/>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E764C"/>
    <w:rsid w:val="005E7F7D"/>
    <w:rsid w:val="006025F0"/>
    <w:rsid w:val="006063D4"/>
    <w:rsid w:val="00623B37"/>
    <w:rsid w:val="006330A2"/>
    <w:rsid w:val="00642EB6"/>
    <w:rsid w:val="006433E2"/>
    <w:rsid w:val="00651E5D"/>
    <w:rsid w:val="00677F11"/>
    <w:rsid w:val="00682B1A"/>
    <w:rsid w:val="00690D7C"/>
    <w:rsid w:val="00690DFE"/>
    <w:rsid w:val="006B3EEC"/>
    <w:rsid w:val="006C0C87"/>
    <w:rsid w:val="006D6CC6"/>
    <w:rsid w:val="006D7EAC"/>
    <w:rsid w:val="006E0104"/>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B2252"/>
    <w:rsid w:val="007C2658"/>
    <w:rsid w:val="007D59A2"/>
    <w:rsid w:val="007E20D0"/>
    <w:rsid w:val="007E3DAB"/>
    <w:rsid w:val="0080034A"/>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D2B87"/>
    <w:rsid w:val="008D770E"/>
    <w:rsid w:val="0090337E"/>
    <w:rsid w:val="009049D8"/>
    <w:rsid w:val="00910609"/>
    <w:rsid w:val="00915841"/>
    <w:rsid w:val="00930EF8"/>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06BD4"/>
    <w:rsid w:val="00A07CD8"/>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0F12"/>
    <w:rsid w:val="00B06265"/>
    <w:rsid w:val="00B5232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87C"/>
    <w:rsid w:val="00D63D33"/>
    <w:rsid w:val="00D65774"/>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1690"/>
    <w:rsid w:val="00E52D70"/>
    <w:rsid w:val="00E55534"/>
    <w:rsid w:val="00E7116D"/>
    <w:rsid w:val="00E72429"/>
    <w:rsid w:val="00E914D1"/>
    <w:rsid w:val="00E960D8"/>
    <w:rsid w:val="00EB5FCA"/>
    <w:rsid w:val="00F048D4"/>
    <w:rsid w:val="00F20920"/>
    <w:rsid w:val="00F23212"/>
    <w:rsid w:val="00F33B16"/>
    <w:rsid w:val="00F353EA"/>
    <w:rsid w:val="00F36C27"/>
    <w:rsid w:val="00F56318"/>
    <w:rsid w:val="00F67C95"/>
    <w:rsid w:val="00F74540"/>
    <w:rsid w:val="00F75B79"/>
    <w:rsid w:val="00F803DB"/>
    <w:rsid w:val="00F82525"/>
    <w:rsid w:val="00F91AC4"/>
    <w:rsid w:val="00F97FEA"/>
    <w:rsid w:val="00FB60E1"/>
    <w:rsid w:val="00FD3768"/>
    <w:rsid w:val="00FD51E9"/>
    <w:rsid w:val="00FE5313"/>
    <w:rsid w:val="00FF0C72"/>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2F5F1-B7E4-417A-B597-946C77829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1007</Words>
  <Characters>6345</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7338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24</cp:revision>
  <cp:lastPrinted>2021-10-28T15:19:00Z</cp:lastPrinted>
  <dcterms:created xsi:type="dcterms:W3CDTF">2021-11-03T12:56:00Z</dcterms:created>
  <dcterms:modified xsi:type="dcterms:W3CDTF">2022-09-27T08:02:00Z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2022-08-12T07:22:53Z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3e217506-df30-475e-9f73-294d92ddc662</vt:lpwstr>
  </property>
  <property fmtid="{D5CDD505-2E9C-101B-9397-08002B2CF9AE}" pid="11" name="MSIP_Label_df1a195f-122b-42dc-a2d3-71a1903dcdac_ContentBits">
    <vt:lpwstr>1</vt:lpwstr>
  </property>
</Properties>
</file>